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F1" w:rsidRDefault="0087272E" w:rsidP="00A61DF1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Math </w:t>
      </w:r>
      <w:r w:rsidR="00A61DF1">
        <w:rPr>
          <w:rFonts w:ascii="Times New Roman" w:hAnsi="Times New Roman"/>
          <w:b/>
        </w:rPr>
        <w:t>Lesson Plan</w:t>
      </w:r>
    </w:p>
    <w:p w:rsidR="00A61DF1" w:rsidRDefault="0087272E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Unit 1</w:t>
      </w:r>
      <w:r w:rsidR="0030777B">
        <w:rPr>
          <w:rFonts w:ascii="Times New Roman" w:hAnsi="Times New Roman"/>
          <w:b/>
        </w:rPr>
        <w:t xml:space="preserve"> - Day 3-4</w:t>
      </w:r>
    </w:p>
    <w:p w:rsidR="00CF266E" w:rsidRDefault="00CF266E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August </w:t>
      </w:r>
      <w:r w:rsidR="0030777B">
        <w:rPr>
          <w:rFonts w:ascii="Times New Roman" w:hAnsi="Times New Roman"/>
          <w:b/>
        </w:rPr>
        <w:t>30</w:t>
      </w:r>
      <w:r w:rsidRPr="00CF266E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>-3</w:t>
      </w:r>
      <w:r w:rsidR="0030777B">
        <w:rPr>
          <w:rFonts w:ascii="Times New Roman" w:hAnsi="Times New Roman"/>
          <w:b/>
        </w:rPr>
        <w:t>1</w:t>
      </w:r>
      <w:r w:rsidR="0030777B">
        <w:rPr>
          <w:rFonts w:ascii="Times New Roman" w:hAnsi="Times New Roman"/>
          <w:b/>
          <w:vertAlign w:val="superscript"/>
        </w:rPr>
        <w:t>st</w:t>
      </w:r>
      <w:r>
        <w:rPr>
          <w:rFonts w:ascii="Times New Roman" w:hAnsi="Times New Roman"/>
          <w:b/>
        </w:rPr>
        <w:t xml:space="preserve"> </w:t>
      </w:r>
    </w:p>
    <w:p w:rsidR="00A61DF1" w:rsidRDefault="00A61DF1" w:rsidP="00A61DF1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B4664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664B" w:rsidRPr="005841A6" w:rsidRDefault="00B4664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F266E" w:rsidRDefault="00CF266E" w:rsidP="00CF26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What are variables?</w:t>
            </w:r>
          </w:p>
          <w:p w:rsidR="00B4664B" w:rsidRPr="00F53206" w:rsidRDefault="00CF266E" w:rsidP="00CF266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can we generate equivalent expressions?</w:t>
            </w:r>
          </w:p>
        </w:tc>
      </w:tr>
      <w:tr w:rsidR="00CF266E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266E" w:rsidRPr="005841A6" w:rsidRDefault="00CF266E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Common Core Standard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F266E" w:rsidRPr="00CF266E" w:rsidRDefault="00CF266E" w:rsidP="00CF266E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6.NS.4 Part One</w:t>
            </w:r>
          </w:p>
        </w:tc>
      </w:tr>
      <w:tr w:rsidR="00CF266E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F266E" w:rsidRPr="005841A6" w:rsidRDefault="00CF266E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Bloom’s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F266E" w:rsidRPr="00CF266E" w:rsidRDefault="00CF266E" w:rsidP="00CF266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F266E">
              <w:rPr>
                <w:rFonts w:asciiTheme="minorHAnsi" w:hAnsiTheme="minorHAnsi" w:cstheme="minorHAnsi"/>
                <w:sz w:val="24"/>
                <w:szCs w:val="24"/>
              </w:rPr>
              <w:t>(apply-3)</w:t>
            </w:r>
          </w:p>
          <w:p w:rsidR="00CF266E" w:rsidRPr="00F53206" w:rsidRDefault="00CF266E" w:rsidP="00CF266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F266E">
              <w:rPr>
                <w:rFonts w:asciiTheme="minorHAnsi" w:hAnsiTheme="minorHAnsi" w:cstheme="minorHAnsi"/>
                <w:sz w:val="24"/>
                <w:szCs w:val="24"/>
              </w:rPr>
              <w:t>(DOK2)</w:t>
            </w:r>
          </w:p>
        </w:tc>
      </w:tr>
      <w:tr w:rsidR="00095627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095627" w:rsidRPr="00ED129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CF266E" w:rsidP="00CF26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CF266E">
              <w:rPr>
                <w:rFonts w:cstheme="minorHAnsi"/>
                <w:sz w:val="24"/>
                <w:szCs w:val="24"/>
              </w:rPr>
              <w:t>I can find all factors of any given number, less than or equal to 100.</w:t>
            </w:r>
          </w:p>
          <w:p w:rsidR="0030777B" w:rsidRPr="0030777B" w:rsidRDefault="0030777B" w:rsidP="0030777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30777B">
              <w:rPr>
                <w:rFonts w:cstheme="minorHAnsi"/>
                <w:sz w:val="24"/>
                <w:szCs w:val="24"/>
              </w:rPr>
              <w:t>I can find the greatest common factor of any two numbers, less than or equal to 100.</w:t>
            </w:r>
          </w:p>
          <w:p w:rsidR="0030777B" w:rsidRPr="0030777B" w:rsidRDefault="0030777B" w:rsidP="0030777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30777B">
              <w:rPr>
                <w:rFonts w:cstheme="minorHAnsi"/>
                <w:sz w:val="24"/>
                <w:szCs w:val="24"/>
              </w:rPr>
              <w:t>I can create a list of multiples for any number less than or equal to 12.</w:t>
            </w:r>
          </w:p>
          <w:p w:rsidR="0030777B" w:rsidRPr="0030777B" w:rsidRDefault="0030777B" w:rsidP="0030777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30777B">
              <w:rPr>
                <w:rFonts w:cstheme="minorHAnsi"/>
                <w:sz w:val="24"/>
                <w:szCs w:val="24"/>
              </w:rPr>
              <w:t>I can find the least common multiple of any two numbers, less than or equal to 12.</w:t>
            </w:r>
          </w:p>
          <w:p w:rsidR="0030777B" w:rsidRPr="00CF266E" w:rsidRDefault="0030777B" w:rsidP="0030777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30777B">
              <w:rPr>
                <w:rFonts w:cstheme="minorHAnsi"/>
                <w:sz w:val="24"/>
                <w:szCs w:val="24"/>
              </w:rPr>
              <w:t>I can determine whether to use LCM or GCF and use it to solve a problem.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Pr="00CF266E" w:rsidRDefault="0030777B" w:rsidP="003077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Factor, product,  </w:t>
            </w:r>
            <w:r w:rsidR="00CF266E">
              <w:rPr>
                <w:rFonts w:ascii="Times New Roman" w:hAnsi="Times New Roman"/>
                <w:b/>
                <w:sz w:val="20"/>
                <w:szCs w:val="20"/>
              </w:rPr>
              <w:t xml:space="preserve">factorization,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greatest common factor, least common multiple, multiple</w:t>
            </w:r>
            <w:r w:rsidR="00CF266E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095627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D0F3A" w:rsidRDefault="00DD0F3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Holt </w:t>
            </w:r>
            <w:r w:rsidR="000650D4">
              <w:rPr>
                <w:rFonts w:ascii="Times New Roman" w:hAnsi="Times New Roman"/>
                <w:b/>
                <w:sz w:val="20"/>
                <w:szCs w:val="20"/>
              </w:rPr>
              <w:t>4-2 pg. 151-154 GCF</w:t>
            </w:r>
          </w:p>
          <w:p w:rsidR="000650D4" w:rsidRDefault="000650D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Holt 5-1 pg. 194 LCM</w:t>
            </w:r>
          </w:p>
          <w:p w:rsidR="000650D4" w:rsidRDefault="000650D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On Core1-6, 1-7 </w:t>
            </w:r>
          </w:p>
          <w:p w:rsidR="00DD0F3A" w:rsidRDefault="00DD0F3A" w:rsidP="000650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Glencoe </w:t>
            </w:r>
            <w:r w:rsidR="000650D4">
              <w:rPr>
                <w:rFonts w:ascii="Times New Roman" w:hAnsi="Times New Roman"/>
                <w:b/>
                <w:sz w:val="20"/>
                <w:szCs w:val="20"/>
              </w:rPr>
              <w:t>5-1 pg. 177-180 GCF</w:t>
            </w:r>
          </w:p>
          <w:p w:rsidR="000650D4" w:rsidRDefault="000650D4" w:rsidP="000650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Glencoe 5-4 pg. 194-197 LCM </w:t>
            </w:r>
          </w:p>
          <w:p w:rsidR="009160AA" w:rsidRDefault="009603CF" w:rsidP="009160A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hyperlink r:id="rId8" w:history="1">
              <w:r w:rsidR="009160AA" w:rsidRPr="00786D73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fruit shoot GCF game</w:t>
              </w:r>
            </w:hyperlink>
          </w:p>
          <w:p w:rsidR="009160AA" w:rsidRDefault="009603CF" w:rsidP="009160AA">
            <w:pPr>
              <w:spacing w:after="0" w:line="240" w:lineRule="auto"/>
            </w:pPr>
            <w:hyperlink r:id="rId9" w:history="1">
              <w:r w:rsidR="009160AA" w:rsidRPr="00786D73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snowball fight LCM game</w:t>
              </w:r>
            </w:hyperlink>
          </w:p>
          <w:p w:rsidR="00DC62AF" w:rsidRDefault="009603CF" w:rsidP="00DC62AF">
            <w:pPr>
              <w:autoSpaceDE w:val="0"/>
              <w:autoSpaceDN w:val="0"/>
              <w:adjustRightInd w:val="0"/>
            </w:pPr>
            <w:hyperlink r:id="rId10" w:history="1">
              <w:r w:rsidR="00DC62AF" w:rsidRPr="00F53206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Identifying Common Factors</w:t>
              </w:r>
            </w:hyperlink>
            <w:r w:rsidR="00DC62AF">
              <w:t xml:space="preserve"> (Video)</w:t>
            </w:r>
          </w:p>
          <w:p w:rsidR="00DC62AF" w:rsidRPr="00F53206" w:rsidRDefault="00DC62AF" w:rsidP="00DC62A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C62AF" w:rsidRPr="005841A6" w:rsidRDefault="00DC62AF" w:rsidP="009160A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D85633" w:rsidRDefault="00095627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095627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627" w:rsidRPr="00864684" w:rsidRDefault="00095627" w:rsidP="007D2F1A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1.  Make sense of problems and persevere in solving them. </w:t>
            </w:r>
          </w:p>
          <w:p w:rsidR="00095627" w:rsidRPr="007D2F1A" w:rsidRDefault="00095627" w:rsidP="007D2F1A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7D2F1A">
              <w:rPr>
                <w:rFonts w:ascii="Times New Roman" w:hAnsi="Times New Roman"/>
                <w:sz w:val="18"/>
                <w:szCs w:val="18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7D2F1A" w:rsidRDefault="00095627" w:rsidP="007D2F1A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D2F1A">
              <w:rPr>
                <w:rFonts w:ascii="Times New Roman" w:hAnsi="Times New Roman"/>
                <w:sz w:val="18"/>
                <w:szCs w:val="18"/>
              </w:rPr>
              <w:t>5.  Use appropriate tools strategically.</w:t>
            </w:r>
          </w:p>
          <w:p w:rsidR="00095627" w:rsidRPr="007D2F1A" w:rsidRDefault="00095627" w:rsidP="00E53437">
            <w:pPr>
              <w:pStyle w:val="ListParagraph"/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DD0F3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Bell R</w:t>
            </w:r>
            <w:r w:rsidR="00095627">
              <w:rPr>
                <w:rFonts w:ascii="Times New Roman" w:hAnsi="Times New Roman"/>
                <w:b/>
                <w:sz w:val="20"/>
                <w:szCs w:val="20"/>
              </w:rPr>
              <w:t>inger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Pr="005841A6" w:rsidRDefault="00DD0F3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Five minute check</w:t>
            </w:r>
            <w:r w:rsidR="008A1A0A">
              <w:rPr>
                <w:rFonts w:ascii="Times New Roman" w:hAnsi="Times New Roman"/>
                <w:b/>
                <w:sz w:val="20"/>
                <w:szCs w:val="20"/>
              </w:rPr>
              <w:t xml:space="preserve"> both days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D0F3A" w:rsidRPr="008A1A0A" w:rsidRDefault="00DD0F3A" w:rsidP="00C072C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A1A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Introduce day one </w:t>
            </w:r>
          </w:p>
          <w:p w:rsidR="00DD0F3A" w:rsidRDefault="00DD0F3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0F3A" w:rsidRDefault="00DD0F3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Given a whole number, students re evaluate how to express the number using multiplication. What numbers can be multiplied to create a new number. </w:t>
            </w:r>
          </w:p>
          <w:p w:rsidR="00DD0F3A" w:rsidRDefault="00DD0F3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Ex: 36, 48, 12  </w:t>
            </w:r>
          </w:p>
          <w:p w:rsidR="00DD0F3A" w:rsidRDefault="00DD0F3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Want students to break down into factors. </w:t>
            </w:r>
          </w:p>
          <w:p w:rsidR="00DD0F3A" w:rsidRDefault="00DD0F3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36 could be 6x6, 12x3, 2x 18, 9 x 4 </w:t>
            </w:r>
          </w:p>
          <w:p w:rsidR="00DD0F3A" w:rsidRDefault="00DD0F3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0F3A" w:rsidRDefault="00DD0F3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Then, break down those factors into factors. </w:t>
            </w:r>
          </w:p>
          <w:p w:rsidR="008A1A0A" w:rsidRDefault="008A1A0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1A0A" w:rsidRDefault="008A1A0A" w:rsidP="00C0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 w:rsidRPr="000650D4">
              <w:rPr>
                <w:rFonts w:ascii="Times New Roman" w:hAnsi="Times New Roman"/>
                <w:b/>
                <w:i/>
                <w:sz w:val="24"/>
                <w:szCs w:val="28"/>
              </w:rPr>
              <w:t>Complete</w:t>
            </w:r>
            <w:r w:rsidR="0083604C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Day Two</w:t>
            </w:r>
            <w:r w:rsidRPr="000650D4">
              <w:rPr>
                <w:rFonts w:ascii="Times New Roman" w:hAnsi="Times New Roman"/>
                <w:b/>
                <w:i/>
                <w:sz w:val="24"/>
                <w:szCs w:val="28"/>
              </w:rPr>
              <w:t xml:space="preserve"> (30</w:t>
            </w:r>
            <w:r w:rsidRPr="000650D4">
              <w:rPr>
                <w:rFonts w:ascii="Times New Roman" w:hAnsi="Times New Roman"/>
                <w:b/>
                <w:i/>
                <w:sz w:val="24"/>
                <w:szCs w:val="28"/>
                <w:vertAlign w:val="superscript"/>
              </w:rPr>
              <w:t>th</w:t>
            </w:r>
            <w:r w:rsidRPr="000650D4">
              <w:rPr>
                <w:rFonts w:ascii="Times New Roman" w:hAnsi="Times New Roman"/>
                <w:b/>
                <w:sz w:val="24"/>
                <w:szCs w:val="28"/>
              </w:rPr>
              <w:t>)</w:t>
            </w:r>
          </w:p>
          <w:p w:rsidR="0083604C" w:rsidRPr="000650D4" w:rsidRDefault="0083604C" w:rsidP="00C072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Check Homework</w:t>
            </w:r>
          </w:p>
          <w:p w:rsidR="008A1A0A" w:rsidRDefault="008A1A0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1A0A" w:rsidRPr="005841A6" w:rsidRDefault="008A1A0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A61DF1">
        <w:trPr>
          <w:trHeight w:val="21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Cognitive Teaching Strategies</w:t>
            </w:r>
          </w:p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Pr="0083604C" w:rsidRDefault="0083604C" w:rsidP="00C072C8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3604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Day One: </w:t>
            </w:r>
          </w:p>
          <w:p w:rsidR="0083604C" w:rsidRDefault="0083604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604C" w:rsidRDefault="0083604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604C" w:rsidRDefault="008A1A0A" w:rsidP="008360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Model </w:t>
            </w:r>
            <w:r w:rsidR="0083604C">
              <w:rPr>
                <w:rFonts w:ascii="Times New Roman" w:hAnsi="Times New Roman"/>
                <w:b/>
                <w:sz w:val="20"/>
                <w:szCs w:val="20"/>
              </w:rPr>
              <w:t>Ladder/ M and F strategies.</w:t>
            </w:r>
          </w:p>
          <w:p w:rsidR="0083604C" w:rsidRDefault="0083604C" w:rsidP="008360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604C" w:rsidRDefault="0083604C" w:rsidP="008360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Practice with white boards, play review games</w:t>
            </w:r>
          </w:p>
          <w:p w:rsidR="0083604C" w:rsidRDefault="0083604C" w:rsidP="008360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604C" w:rsidRDefault="0083604C" w:rsidP="0083604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83604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Day Two: </w:t>
            </w:r>
          </w:p>
          <w:p w:rsidR="006E134E" w:rsidRDefault="006E134E" w:rsidP="0083604C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E134E" w:rsidRPr="006E134E" w:rsidRDefault="006E134E" w:rsidP="008360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Carousel Brainstorm with sticky notes, students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critique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each other’s work. </w:t>
            </w:r>
          </w:p>
          <w:p w:rsidR="0083604C" w:rsidRDefault="0083604C" w:rsidP="008360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604C" w:rsidRDefault="0083604C" w:rsidP="008360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Use On Core book 1-7 for guided practice. </w:t>
            </w:r>
          </w:p>
          <w:p w:rsidR="0083604C" w:rsidRDefault="0083604C" w:rsidP="008360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604C" w:rsidRDefault="0083604C" w:rsidP="008360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604C" w:rsidRDefault="0083604C" w:rsidP="008360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0F3A" w:rsidRPr="005841A6" w:rsidRDefault="0083604C" w:rsidP="008360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83604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One: </w:t>
            </w:r>
          </w:p>
          <w:p w:rsidR="0087272E" w:rsidRDefault="0087272E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Complete activity practice. </w:t>
            </w:r>
          </w:p>
          <w:p w:rsidR="0083604C" w:rsidRDefault="0083604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604C" w:rsidRDefault="0083604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604C" w:rsidRDefault="0083604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</w:t>
            </w:r>
          </w:p>
          <w:p w:rsidR="0083604C" w:rsidRDefault="0083604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Divide students into six groups with two big M’s two big F’s and two big Ladders. Students work to find GCF and LCM. </w:t>
            </w:r>
          </w:p>
          <w:p w:rsidR="0083604C" w:rsidRPr="005841A6" w:rsidRDefault="0083604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C072C8">
        <w:trPr>
          <w:trHeight w:val="34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27" w:rsidRPr="005841A6" w:rsidRDefault="0087272E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On Core GCFF pg. 26 and LCM pg. 28 students complete at 80% mastery.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27" w:rsidRPr="005841A6" w:rsidRDefault="0083604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Homework 5-1 and 5-4 pg. 603-604</w:t>
            </w:r>
          </w:p>
        </w:tc>
      </w:tr>
      <w:tr w:rsidR="00250E54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54" w:rsidRPr="00250E54" w:rsidRDefault="00250E54" w:rsidP="00C072C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250E54">
              <w:rPr>
                <w:rFonts w:ascii="Times New Roman" w:hAnsi="Times New Roman"/>
                <w:b/>
                <w:i/>
                <w:sz w:val="24"/>
                <w:szCs w:val="24"/>
              </w:rPr>
              <w:t>Reateach</w:t>
            </w:r>
            <w:proofErr w:type="spellEnd"/>
            <w:r w:rsidRPr="00250E54">
              <w:rPr>
                <w:rFonts w:ascii="Times New Roman" w:hAnsi="Times New Roman"/>
                <w:b/>
                <w:i/>
                <w:sz w:val="24"/>
                <w:szCs w:val="24"/>
              </w:rPr>
              <w:t>/ Refine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E54" w:rsidRDefault="00250E5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Clear misconceptions from carousel brainstorm/walk. </w:t>
            </w:r>
          </w:p>
        </w:tc>
      </w:tr>
    </w:tbl>
    <w:p w:rsidR="00927757" w:rsidRDefault="009603CF"/>
    <w:sectPr w:rsidR="00927757" w:rsidSect="00A61DF1">
      <w:headerReference w:type="default" r:id="rId11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9D4" w:rsidRDefault="007969D4" w:rsidP="00A61DF1">
      <w:pPr>
        <w:spacing w:after="0" w:line="240" w:lineRule="auto"/>
      </w:pPr>
      <w:r>
        <w:separator/>
      </w:r>
    </w:p>
  </w:endnote>
  <w:endnote w:type="continuationSeparator" w:id="0">
    <w:p w:rsidR="007969D4" w:rsidRDefault="007969D4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9D4" w:rsidRDefault="007969D4" w:rsidP="00A61DF1">
      <w:pPr>
        <w:spacing w:after="0" w:line="240" w:lineRule="auto"/>
      </w:pPr>
      <w:r>
        <w:separator/>
      </w:r>
    </w:p>
  </w:footnote>
  <w:footnote w:type="continuationSeparator" w:id="0">
    <w:p w:rsidR="007969D4" w:rsidRDefault="007969D4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F1" w:rsidRDefault="00C310CF" w:rsidP="00A61DF1">
    <w:pPr>
      <w:pStyle w:val="Header"/>
    </w:pPr>
    <w:r>
      <w:t>[Teacher Name]</w:t>
    </w:r>
    <w:r w:rsidR="00A61DF1">
      <w:tab/>
    </w:r>
    <w:r w:rsidR="00A61DF1">
      <w:ptab w:relativeTo="margin" w:alignment="right" w:leader="none"/>
    </w:r>
    <w:r w:rsidR="00A61DF1">
      <w:t>Date ____________</w:t>
    </w:r>
  </w:p>
  <w:p w:rsidR="00A61DF1" w:rsidRDefault="00C310CF" w:rsidP="00C310CF">
    <w:pPr>
      <w:pStyle w:val="Header"/>
      <w:tabs>
        <w:tab w:val="clear" w:pos="9360"/>
        <w:tab w:val="right" w:pos="10260"/>
      </w:tabs>
    </w:pPr>
    <w:r>
      <w:t>[School Name]</w:t>
    </w:r>
    <w:r w:rsidR="00A61DF1">
      <w:t xml:space="preserve"> </w:t>
    </w:r>
    <w:r w:rsidR="00A61DF1">
      <w:ptab w:relativeTo="margin" w:alignment="center" w:leader="none"/>
    </w:r>
    <w:r w:rsidR="00A61DF1" w:rsidRPr="00A61DF1">
      <w:t xml:space="preserve"> </w:t>
    </w:r>
    <w:r w:rsidR="00A61DF1">
      <w:tab/>
    </w:r>
    <w:r>
      <w:t xml:space="preserve">Period/Block: </w:t>
    </w:r>
    <w:r w:rsidR="00A61DF1">
      <w:t xml:space="preserve"> 1   2   3   4</w:t>
    </w:r>
    <w:r>
      <w:t xml:space="preserve">   5   6</w:t>
    </w:r>
    <w:r w:rsidR="00A61DF1"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42C"/>
    <w:multiLevelType w:val="hybridMultilevel"/>
    <w:tmpl w:val="5CC2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A042E"/>
    <w:multiLevelType w:val="hybridMultilevel"/>
    <w:tmpl w:val="2806EF0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555F4"/>
    <w:multiLevelType w:val="hybridMultilevel"/>
    <w:tmpl w:val="9A88D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C534B"/>
    <w:multiLevelType w:val="multilevel"/>
    <w:tmpl w:val="66B2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E761CB"/>
    <w:multiLevelType w:val="hybridMultilevel"/>
    <w:tmpl w:val="E7229D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F842C2"/>
    <w:multiLevelType w:val="hybridMultilevel"/>
    <w:tmpl w:val="B5F878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F3A"/>
    <w:rsid w:val="000223C3"/>
    <w:rsid w:val="00054DE7"/>
    <w:rsid w:val="000650D4"/>
    <w:rsid w:val="00095627"/>
    <w:rsid w:val="001F15CB"/>
    <w:rsid w:val="00250E54"/>
    <w:rsid w:val="0030777B"/>
    <w:rsid w:val="003540A1"/>
    <w:rsid w:val="003D16A6"/>
    <w:rsid w:val="00467FBA"/>
    <w:rsid w:val="004D3530"/>
    <w:rsid w:val="00561E5E"/>
    <w:rsid w:val="006910A5"/>
    <w:rsid w:val="006E134E"/>
    <w:rsid w:val="007969D4"/>
    <w:rsid w:val="007D2F1A"/>
    <w:rsid w:val="0083604C"/>
    <w:rsid w:val="0085472F"/>
    <w:rsid w:val="0087272E"/>
    <w:rsid w:val="008A1A0A"/>
    <w:rsid w:val="008A578D"/>
    <w:rsid w:val="0091416D"/>
    <w:rsid w:val="009160AA"/>
    <w:rsid w:val="009603CF"/>
    <w:rsid w:val="00995AF7"/>
    <w:rsid w:val="009A4C2E"/>
    <w:rsid w:val="00A16187"/>
    <w:rsid w:val="00A21C2B"/>
    <w:rsid w:val="00A345B9"/>
    <w:rsid w:val="00A61DF1"/>
    <w:rsid w:val="00B406F2"/>
    <w:rsid w:val="00B41036"/>
    <w:rsid w:val="00B4664B"/>
    <w:rsid w:val="00BE73E4"/>
    <w:rsid w:val="00C23428"/>
    <w:rsid w:val="00C310CF"/>
    <w:rsid w:val="00C52BDB"/>
    <w:rsid w:val="00C962C3"/>
    <w:rsid w:val="00CC399D"/>
    <w:rsid w:val="00CE274C"/>
    <w:rsid w:val="00CF266E"/>
    <w:rsid w:val="00D76754"/>
    <w:rsid w:val="00DC62AF"/>
    <w:rsid w:val="00DD0F3A"/>
    <w:rsid w:val="00E24A5B"/>
    <w:rsid w:val="00E349DC"/>
    <w:rsid w:val="00E53437"/>
    <w:rsid w:val="00E80BDA"/>
    <w:rsid w:val="00F8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styleId="Hyperlink">
    <w:name w:val="Hyperlink"/>
    <w:basedOn w:val="DefaultParagraphFont"/>
    <w:rsid w:val="009160A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60A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styleId="Hyperlink">
    <w:name w:val="Hyperlink"/>
    <w:basedOn w:val="DefaultParagraphFont"/>
    <w:rsid w:val="009160A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60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eppardsoftware.com/mathgames/fractions/GreatestCommonFactor.ht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gems.gcsnc.com/lvcontentitems_41/lvContentItems_41/DispForm.aspx?ID=61&amp;source=/_layouts/LearningVillage/CloseDialog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4thebrain.com/beyondfacts/lcmsnowball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rling\Documents\Common%20Core%20Lessons%202012-2013\Common_Core_Lesson_Plan_Template_-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Common_Core_Lesson_Plan_Template_-_Generic.dotx</Template>
  <TotalTime>1</TotalTime>
  <Pages>2</Pages>
  <Words>384</Words>
  <Characters>2194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Sterling</dc:creator>
  <cp:lastModifiedBy>Phillips, Elizabeth</cp:lastModifiedBy>
  <cp:revision>2</cp:revision>
  <cp:lastPrinted>2012-07-25T18:25:00Z</cp:lastPrinted>
  <dcterms:created xsi:type="dcterms:W3CDTF">2012-07-26T17:06:00Z</dcterms:created>
  <dcterms:modified xsi:type="dcterms:W3CDTF">2012-07-26T17:06:00Z</dcterms:modified>
</cp:coreProperties>
</file>